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39E79E7E" w14:textId="77777777" w:rsidR="007C1AC8" w:rsidRDefault="007C1AC8" w:rsidP="007C1AC8">
            <w:pPr>
              <w:pStyle w:val="Adressaat"/>
            </w:pPr>
            <w:r>
              <w:t>Janne Liidik</w:t>
            </w:r>
          </w:p>
          <w:p w14:paraId="05B82776" w14:textId="77777777" w:rsidR="007C1AC8" w:rsidRDefault="007C1AC8" w:rsidP="007C1AC8">
            <w:pPr>
              <w:pStyle w:val="Adressaat"/>
            </w:pPr>
            <w:r>
              <w:t xml:space="preserve">RIDIRADIRALLA OÜ </w:t>
            </w:r>
          </w:p>
          <w:p w14:paraId="19D70AC3" w14:textId="04CE8BA0" w:rsidR="00D94241" w:rsidRPr="004D264D" w:rsidRDefault="007C1AC8" w:rsidP="007C1AC8">
            <w:pPr>
              <w:pStyle w:val="Adressaat"/>
            </w:pPr>
            <w:r>
              <w:t>janne@lastehoid.ee</w:t>
            </w:r>
          </w:p>
        </w:tc>
        <w:tc>
          <w:tcPr>
            <w:tcW w:w="3685" w:type="dxa"/>
          </w:tcPr>
          <w:p w14:paraId="399AB538" w14:textId="77777777" w:rsidR="007C1AC8" w:rsidRDefault="007C1AC8" w:rsidP="007C1AC8">
            <w:pPr>
              <w:jc w:val="left"/>
            </w:pPr>
            <w:r>
              <w:t>Teie 16.01.2024 nr 7.2-2.1/322-1</w:t>
            </w:r>
          </w:p>
          <w:p w14:paraId="7F26F9DC" w14:textId="77777777" w:rsidR="007C1AC8" w:rsidRDefault="007C1AC8" w:rsidP="007C1AC8">
            <w:pPr>
              <w:jc w:val="left"/>
            </w:pPr>
          </w:p>
          <w:p w14:paraId="7F1698E4" w14:textId="154C68EE" w:rsidR="00D94241" w:rsidRDefault="007C1AC8" w:rsidP="007C1AC8">
            <w:pPr>
              <w:jc w:val="left"/>
            </w:pPr>
            <w:r>
              <w:t>Meie 7.02.2024 nr 7.2-2.1/322-2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77777777" w:rsidR="007C1AC8" w:rsidRDefault="007C1AC8" w:rsidP="007C1AC8">
      <w:pPr>
        <w:pStyle w:val="Snum"/>
      </w:pPr>
      <w:r>
        <w:t>Päästeameti Põhja päästekeskuse ohutusjärelevalve büroo teostas 05.01.2024 kontrollkäigu  Rae Vallas Taaramäe Lasteaias aadressil Ehituse 26, Jüri, Rae, 75301, Harju maakond. Eelpool nimetatud hoones osutab RIDIRADIRALLA OÜ (</w:t>
      </w:r>
      <w:proofErr w:type="spellStart"/>
      <w:r>
        <w:t>reg</w:t>
      </w:r>
      <w:proofErr w:type="spellEnd"/>
      <w:r>
        <w:t xml:space="preserve"> 11247382) lapsehoiuteenust millel on kuni 10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proofErr w:type="spellStart"/>
      <w:r>
        <w:t>Mob</w:t>
      </w:r>
      <w:proofErr w:type="spellEnd"/>
      <w:r>
        <w:t xml:space="preserve">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53ED" w14:textId="77777777" w:rsidR="009906B3" w:rsidRDefault="009906B3" w:rsidP="00DF44DF">
      <w:r>
        <w:separator/>
      </w:r>
    </w:p>
  </w:endnote>
  <w:endnote w:type="continuationSeparator" w:id="0">
    <w:p w14:paraId="71D916ED" w14:textId="77777777" w:rsidR="009906B3" w:rsidRDefault="009906B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A43D" w14:textId="77777777" w:rsidR="009906B3" w:rsidRDefault="009906B3" w:rsidP="00DF44DF">
      <w:r>
        <w:separator/>
      </w:r>
    </w:p>
  </w:footnote>
  <w:footnote w:type="continuationSeparator" w:id="0">
    <w:p w14:paraId="7E099B5A" w14:textId="77777777" w:rsidR="009906B3" w:rsidRDefault="009906B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 w:rsidR="009906B3">
      <w:fldChar w:fldCharType="begin"/>
    </w:r>
    <w:r w:rsidR="009906B3">
      <w:instrText xml:space="preserve"> NUMPAGES </w:instrText>
    </w:r>
    <w:r w:rsidR="009906B3">
      <w:fldChar w:fldCharType="separate"/>
    </w:r>
    <w:r w:rsidR="00A55723">
      <w:rPr>
        <w:noProof/>
      </w:rPr>
      <w:t>2</w:t>
    </w:r>
    <w:r w:rsidR="009906B3"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F08CC"/>
    <w:rsid w:val="002008A2"/>
    <w:rsid w:val="002509C6"/>
    <w:rsid w:val="002835BB"/>
    <w:rsid w:val="00287CA2"/>
    <w:rsid w:val="00293449"/>
    <w:rsid w:val="002A1D15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30470"/>
    <w:rsid w:val="00835858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11777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16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7</cp:revision>
  <cp:lastPrinted>2014-04-03T10:06:00Z</cp:lastPrinted>
  <dcterms:created xsi:type="dcterms:W3CDTF">2022-04-14T06:13:00Z</dcterms:created>
  <dcterms:modified xsi:type="dcterms:W3CDTF">2024-02-07T06:59:00Z</dcterms:modified>
</cp:coreProperties>
</file>